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9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BB889BB" w14:textId="56618C55" w:rsidR="009F1217" w:rsidRPr="00F84602" w:rsidRDefault="009F1217" w:rsidP="45EE223D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45EE223D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0BB889BC" w14:textId="476758D5" w:rsidR="009F1217" w:rsidRPr="00F84602" w:rsidRDefault="00770321" w:rsidP="00ED09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Requirements for RNG</w:t>
      </w:r>
    </w:p>
    <w:p w14:paraId="0BB889BD" w14:textId="08B4338C" w:rsidR="009F1217" w:rsidRPr="00095F34" w:rsidRDefault="009F1217" w:rsidP="00ED0944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95F34">
        <w:rPr>
          <w:rFonts w:ascii="Times New Roman" w:hAnsi="Times New Roman"/>
          <w:b/>
          <w:sz w:val="20"/>
          <w:szCs w:val="20"/>
          <w:lang w:val="en-US"/>
        </w:rPr>
        <w:t>SCP.01.</w:t>
      </w:r>
      <w:proofErr w:type="gramStart"/>
      <w:r w:rsidRPr="00095F34">
        <w:rPr>
          <w:rFonts w:ascii="Times New Roman" w:hAnsi="Times New Roman"/>
          <w:b/>
          <w:sz w:val="20"/>
          <w:szCs w:val="20"/>
          <w:lang w:val="en-US"/>
        </w:rPr>
        <w:t>0</w:t>
      </w:r>
      <w:r w:rsidR="00770321" w:rsidRPr="00095F34">
        <w:rPr>
          <w:rFonts w:ascii="Times New Roman" w:hAnsi="Times New Roman"/>
          <w:b/>
          <w:sz w:val="20"/>
          <w:szCs w:val="20"/>
          <w:lang w:val="en-US"/>
        </w:rPr>
        <w:t>0</w:t>
      </w:r>
      <w:r w:rsidRPr="00095F34"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24A599C8" w14:textId="5309B798" w:rsidR="00770321" w:rsidRPr="00095F34" w:rsidRDefault="00770321" w:rsidP="00770321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>Appendix to standard report</w:t>
      </w:r>
      <w:r w:rsidRPr="00095F34">
        <w:rPr>
          <w:rFonts w:ascii="Garamond" w:hAnsi="Garamond"/>
          <w:sz w:val="24"/>
          <w:szCs w:val="28"/>
          <w:lang w:val="en-US"/>
        </w:rPr>
        <w:t xml:space="preserve"> </w:t>
      </w:r>
    </w:p>
    <w:p w14:paraId="0BB889BE" w14:textId="1AAAF258" w:rsidR="009F1217" w:rsidRPr="007E252A" w:rsidRDefault="00095F34" w:rsidP="00770321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>Unique report number/internal reference number</w:t>
      </w:r>
      <w:r w:rsidR="007E252A" w:rsidRPr="007E252A">
        <w:rPr>
          <w:rFonts w:ascii="Garamond" w:hAnsi="Garamond"/>
          <w:sz w:val="20"/>
          <w:szCs w:val="20"/>
          <w:lang w:val="en-US"/>
        </w:rPr>
        <w:t xml:space="preserve"> which </w:t>
      </w:r>
      <w:r w:rsidR="007E252A">
        <w:rPr>
          <w:rFonts w:ascii="Garamond" w:hAnsi="Garamond"/>
          <w:sz w:val="20"/>
          <w:szCs w:val="20"/>
          <w:lang w:val="en-US"/>
        </w:rPr>
        <w:t xml:space="preserve">the appendix </w:t>
      </w:r>
      <w:r w:rsidR="006F5B7A">
        <w:rPr>
          <w:rFonts w:ascii="Garamond" w:hAnsi="Garamond"/>
          <w:sz w:val="20"/>
          <w:szCs w:val="20"/>
          <w:lang w:val="en-US"/>
        </w:rPr>
        <w:t>refers</w:t>
      </w:r>
      <w:r w:rsidR="007E252A">
        <w:rPr>
          <w:rFonts w:ascii="Garamond" w:hAnsi="Garamond"/>
          <w:sz w:val="20"/>
          <w:szCs w:val="20"/>
          <w:lang w:val="en-US"/>
        </w:rPr>
        <w:t xml:space="preserve"> to</w:t>
      </w:r>
      <w:r w:rsidR="00770321" w:rsidRPr="007E252A">
        <w:rPr>
          <w:sz w:val="20"/>
          <w:szCs w:val="20"/>
          <w:lang w:val="en-US"/>
        </w:rPr>
        <w:t xml:space="preserve">: </w:t>
      </w:r>
      <w:r w:rsidR="00770321" w:rsidRPr="007E252A">
        <w:rPr>
          <w:lang w:val="en-US"/>
        </w:rPr>
        <w:t>_____________________________</w:t>
      </w:r>
    </w:p>
    <w:p w14:paraId="0BB889BF" w14:textId="042A2800" w:rsidR="009F1217" w:rsidRPr="00F84602" w:rsidRDefault="009F1217" w:rsidP="009F1217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0BB889C3" w14:textId="77777777" w:rsidTr="004C1189">
        <w:tc>
          <w:tcPr>
            <w:tcW w:w="1134" w:type="dxa"/>
          </w:tcPr>
          <w:p w14:paraId="0BB889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BB889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0BB889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0BB889C8" w14:textId="77777777" w:rsidTr="004C1189">
        <w:tc>
          <w:tcPr>
            <w:tcW w:w="1134" w:type="dxa"/>
          </w:tcPr>
          <w:p w14:paraId="0BB889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CD" w14:textId="77777777" w:rsidTr="004C1189">
        <w:tc>
          <w:tcPr>
            <w:tcW w:w="1134" w:type="dxa"/>
          </w:tcPr>
          <w:p w14:paraId="0BB889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2" w14:textId="77777777" w:rsidTr="004C1189">
        <w:tc>
          <w:tcPr>
            <w:tcW w:w="1134" w:type="dxa"/>
          </w:tcPr>
          <w:p w14:paraId="0BB889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7" w14:textId="77777777" w:rsidTr="004C1189">
        <w:tc>
          <w:tcPr>
            <w:tcW w:w="1134" w:type="dxa"/>
          </w:tcPr>
          <w:p w14:paraId="0BB889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C" w14:textId="77777777" w:rsidTr="004C1189">
        <w:tc>
          <w:tcPr>
            <w:tcW w:w="1134" w:type="dxa"/>
          </w:tcPr>
          <w:p w14:paraId="0BB889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1" w14:textId="77777777" w:rsidTr="004C1189">
        <w:tc>
          <w:tcPr>
            <w:tcW w:w="1134" w:type="dxa"/>
          </w:tcPr>
          <w:p w14:paraId="0BB889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6" w14:textId="77777777" w:rsidTr="004C1189">
        <w:tc>
          <w:tcPr>
            <w:tcW w:w="1134" w:type="dxa"/>
          </w:tcPr>
          <w:p w14:paraId="0BB889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B" w14:textId="77777777" w:rsidTr="004C1189">
        <w:tc>
          <w:tcPr>
            <w:tcW w:w="1134" w:type="dxa"/>
          </w:tcPr>
          <w:p w14:paraId="0BB889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1" w14:textId="77777777" w:rsidTr="004C1189">
        <w:tc>
          <w:tcPr>
            <w:tcW w:w="1134" w:type="dxa"/>
          </w:tcPr>
          <w:p w14:paraId="0BB889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6" w14:textId="77777777" w:rsidTr="004C1189">
        <w:tc>
          <w:tcPr>
            <w:tcW w:w="1134" w:type="dxa"/>
          </w:tcPr>
          <w:p w14:paraId="0BB889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B" w14:textId="77777777" w:rsidTr="004C1189">
        <w:tc>
          <w:tcPr>
            <w:tcW w:w="1134" w:type="dxa"/>
          </w:tcPr>
          <w:p w14:paraId="0BB889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0" w14:textId="77777777" w:rsidTr="004C1189">
        <w:tc>
          <w:tcPr>
            <w:tcW w:w="1134" w:type="dxa"/>
          </w:tcPr>
          <w:p w14:paraId="0BB889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5" w14:textId="77777777" w:rsidTr="004C1189">
        <w:tc>
          <w:tcPr>
            <w:tcW w:w="1134" w:type="dxa"/>
          </w:tcPr>
          <w:p w14:paraId="0BB88A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A" w14:textId="77777777" w:rsidTr="004C1189">
        <w:tc>
          <w:tcPr>
            <w:tcW w:w="1134" w:type="dxa"/>
          </w:tcPr>
          <w:p w14:paraId="0BB88A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F" w14:textId="77777777" w:rsidTr="004C1189">
        <w:tc>
          <w:tcPr>
            <w:tcW w:w="1134" w:type="dxa"/>
          </w:tcPr>
          <w:p w14:paraId="0BB88A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14" w14:textId="77777777" w:rsidTr="004C1189">
        <w:tc>
          <w:tcPr>
            <w:tcW w:w="1134" w:type="dxa"/>
          </w:tcPr>
          <w:p w14:paraId="0BB88A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A2094A8" w14:textId="77777777" w:rsidR="00E73932" w:rsidRPr="00E73932" w:rsidRDefault="00E73932" w:rsidP="00E73932"/>
    <w:sectPr w:rsidR="00E73932" w:rsidRPr="00E73932" w:rsidSect="006F5166">
      <w:footerReference w:type="defaul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5B95" w14:textId="77777777" w:rsidR="004E434B" w:rsidRDefault="004E434B" w:rsidP="009E4B94">
      <w:pPr>
        <w:spacing w:line="240" w:lineRule="auto"/>
      </w:pPr>
      <w:r>
        <w:separator/>
      </w:r>
    </w:p>
  </w:endnote>
  <w:endnote w:type="continuationSeparator" w:id="0">
    <w:p w14:paraId="609D9D3B" w14:textId="77777777" w:rsidR="004E434B" w:rsidRDefault="004E434B" w:rsidP="009E4B94">
      <w:pPr>
        <w:spacing w:line="240" w:lineRule="auto"/>
      </w:pPr>
      <w:r>
        <w:continuationSeparator/>
      </w:r>
    </w:p>
  </w:endnote>
  <w:endnote w:type="continuationNotice" w:id="1">
    <w:p w14:paraId="0A9F2ACA" w14:textId="77777777" w:rsidR="004E434B" w:rsidRDefault="004E43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8A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B88A1D" wp14:editId="0BB88A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B88A25" w14:textId="407D47B3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0B5145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88A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0BB88A25" w14:textId="407D47B3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0B5145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58243" behindDoc="0" locked="0" layoutInCell="1" allowOverlap="1" wp14:anchorId="0BB88A1F" wp14:editId="0BB88A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8A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8242" behindDoc="0" locked="0" layoutInCell="1" allowOverlap="1" wp14:anchorId="0BB88A23" wp14:editId="0BB88A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AB4D" w14:textId="77777777" w:rsidR="004E434B" w:rsidRDefault="004E434B" w:rsidP="009E4B94">
      <w:pPr>
        <w:spacing w:line="240" w:lineRule="auto"/>
      </w:pPr>
      <w:r>
        <w:separator/>
      </w:r>
    </w:p>
  </w:footnote>
  <w:footnote w:type="continuationSeparator" w:id="0">
    <w:p w14:paraId="5B1698C5" w14:textId="77777777" w:rsidR="004E434B" w:rsidRDefault="004E434B" w:rsidP="009E4B94">
      <w:pPr>
        <w:spacing w:line="240" w:lineRule="auto"/>
      </w:pPr>
      <w:r>
        <w:continuationSeparator/>
      </w:r>
    </w:p>
  </w:footnote>
  <w:footnote w:type="continuationNotice" w:id="1">
    <w:p w14:paraId="5F2B7B78" w14:textId="77777777" w:rsidR="004E434B" w:rsidRDefault="004E43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6B05AA"/>
    <w:multiLevelType w:val="multilevel"/>
    <w:tmpl w:val="10E4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128429037">
    <w:abstractNumId w:val="12"/>
  </w:num>
  <w:num w:numId="2" w16cid:durableId="1584757230">
    <w:abstractNumId w:val="7"/>
  </w:num>
  <w:num w:numId="3" w16cid:durableId="834223142">
    <w:abstractNumId w:val="6"/>
  </w:num>
  <w:num w:numId="4" w16cid:durableId="2144230583">
    <w:abstractNumId w:val="5"/>
  </w:num>
  <w:num w:numId="5" w16cid:durableId="1083070944">
    <w:abstractNumId w:val="4"/>
  </w:num>
  <w:num w:numId="6" w16cid:durableId="2029721937">
    <w:abstractNumId w:val="10"/>
  </w:num>
  <w:num w:numId="7" w16cid:durableId="40905076">
    <w:abstractNumId w:val="3"/>
  </w:num>
  <w:num w:numId="8" w16cid:durableId="1997176195">
    <w:abstractNumId w:val="2"/>
  </w:num>
  <w:num w:numId="9" w16cid:durableId="489254188">
    <w:abstractNumId w:val="1"/>
  </w:num>
  <w:num w:numId="10" w16cid:durableId="120347956">
    <w:abstractNumId w:val="0"/>
  </w:num>
  <w:num w:numId="11" w16cid:durableId="74402641">
    <w:abstractNumId w:val="8"/>
  </w:num>
  <w:num w:numId="12" w16cid:durableId="1097412014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038700258">
    <w:abstractNumId w:val="9"/>
  </w:num>
  <w:num w:numId="14" w16cid:durableId="2589545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95F34"/>
    <w:rsid w:val="000B355D"/>
    <w:rsid w:val="000B5145"/>
    <w:rsid w:val="000C4289"/>
    <w:rsid w:val="000C6781"/>
    <w:rsid w:val="000E635B"/>
    <w:rsid w:val="00102933"/>
    <w:rsid w:val="00116C5E"/>
    <w:rsid w:val="00120165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463"/>
    <w:rsid w:val="00207BEC"/>
    <w:rsid w:val="0022582F"/>
    <w:rsid w:val="00227EB9"/>
    <w:rsid w:val="00233D73"/>
    <w:rsid w:val="00243527"/>
    <w:rsid w:val="00244D70"/>
    <w:rsid w:val="00256B13"/>
    <w:rsid w:val="00264476"/>
    <w:rsid w:val="0026468A"/>
    <w:rsid w:val="00267514"/>
    <w:rsid w:val="00284785"/>
    <w:rsid w:val="00286EDF"/>
    <w:rsid w:val="002C258E"/>
    <w:rsid w:val="002E30A1"/>
    <w:rsid w:val="002E6B15"/>
    <w:rsid w:val="002E74A4"/>
    <w:rsid w:val="002E76B5"/>
    <w:rsid w:val="003075A8"/>
    <w:rsid w:val="00310AFA"/>
    <w:rsid w:val="00320F99"/>
    <w:rsid w:val="00324932"/>
    <w:rsid w:val="0032768B"/>
    <w:rsid w:val="00351C70"/>
    <w:rsid w:val="003965DD"/>
    <w:rsid w:val="003A3130"/>
    <w:rsid w:val="003A4AC8"/>
    <w:rsid w:val="003B35B0"/>
    <w:rsid w:val="003C09D5"/>
    <w:rsid w:val="003C144F"/>
    <w:rsid w:val="003C4F9F"/>
    <w:rsid w:val="003C60F1"/>
    <w:rsid w:val="003C78E3"/>
    <w:rsid w:val="003D3AD2"/>
    <w:rsid w:val="003E3817"/>
    <w:rsid w:val="003F2768"/>
    <w:rsid w:val="003F3B5A"/>
    <w:rsid w:val="003F52AC"/>
    <w:rsid w:val="00404049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650A"/>
    <w:rsid w:val="004B5150"/>
    <w:rsid w:val="004C01B2"/>
    <w:rsid w:val="004C09A5"/>
    <w:rsid w:val="004D0A20"/>
    <w:rsid w:val="004D2061"/>
    <w:rsid w:val="004D3C77"/>
    <w:rsid w:val="004D46CB"/>
    <w:rsid w:val="004E434B"/>
    <w:rsid w:val="004E5FA3"/>
    <w:rsid w:val="004F2BBE"/>
    <w:rsid w:val="004F3CCB"/>
    <w:rsid w:val="00504882"/>
    <w:rsid w:val="0052041E"/>
    <w:rsid w:val="00530A82"/>
    <w:rsid w:val="005338DE"/>
    <w:rsid w:val="0053662E"/>
    <w:rsid w:val="00546077"/>
    <w:rsid w:val="0055432A"/>
    <w:rsid w:val="00563829"/>
    <w:rsid w:val="00597A7F"/>
    <w:rsid w:val="005A28D4"/>
    <w:rsid w:val="005C2FFD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5166"/>
    <w:rsid w:val="006F5B7A"/>
    <w:rsid w:val="0070267E"/>
    <w:rsid w:val="00703B3F"/>
    <w:rsid w:val="00706D7D"/>
    <w:rsid w:val="00706E32"/>
    <w:rsid w:val="00707273"/>
    <w:rsid w:val="007154F3"/>
    <w:rsid w:val="007327A9"/>
    <w:rsid w:val="00737EFC"/>
    <w:rsid w:val="00741362"/>
    <w:rsid w:val="007444E7"/>
    <w:rsid w:val="007546AF"/>
    <w:rsid w:val="00764C36"/>
    <w:rsid w:val="00765934"/>
    <w:rsid w:val="00770321"/>
    <w:rsid w:val="00770410"/>
    <w:rsid w:val="00773C7B"/>
    <w:rsid w:val="00775409"/>
    <w:rsid w:val="007A1B96"/>
    <w:rsid w:val="007B0B94"/>
    <w:rsid w:val="007D1B65"/>
    <w:rsid w:val="007D581F"/>
    <w:rsid w:val="007E0E19"/>
    <w:rsid w:val="007E252A"/>
    <w:rsid w:val="007E373C"/>
    <w:rsid w:val="007F00C5"/>
    <w:rsid w:val="007F5DDF"/>
    <w:rsid w:val="00803FA9"/>
    <w:rsid w:val="00824115"/>
    <w:rsid w:val="008531FB"/>
    <w:rsid w:val="008662D3"/>
    <w:rsid w:val="00880CFC"/>
    <w:rsid w:val="00892D08"/>
    <w:rsid w:val="00893791"/>
    <w:rsid w:val="008A4B06"/>
    <w:rsid w:val="008D000A"/>
    <w:rsid w:val="008D2509"/>
    <w:rsid w:val="008D31AB"/>
    <w:rsid w:val="008D5A02"/>
    <w:rsid w:val="008E1A5E"/>
    <w:rsid w:val="008E2ECE"/>
    <w:rsid w:val="008E5A6D"/>
    <w:rsid w:val="008F26CA"/>
    <w:rsid w:val="008F32DF"/>
    <w:rsid w:val="008F4D20"/>
    <w:rsid w:val="00902C3D"/>
    <w:rsid w:val="0092171B"/>
    <w:rsid w:val="00947BA0"/>
    <w:rsid w:val="00951B25"/>
    <w:rsid w:val="00956B74"/>
    <w:rsid w:val="00983B74"/>
    <w:rsid w:val="00990263"/>
    <w:rsid w:val="009972BE"/>
    <w:rsid w:val="009A2571"/>
    <w:rsid w:val="009A4CCC"/>
    <w:rsid w:val="009B2330"/>
    <w:rsid w:val="009C6415"/>
    <w:rsid w:val="009E4B94"/>
    <w:rsid w:val="009F1217"/>
    <w:rsid w:val="009F18F2"/>
    <w:rsid w:val="00A212C5"/>
    <w:rsid w:val="00A239DF"/>
    <w:rsid w:val="00A262CF"/>
    <w:rsid w:val="00A46F8F"/>
    <w:rsid w:val="00A92939"/>
    <w:rsid w:val="00A970D7"/>
    <w:rsid w:val="00AA6D18"/>
    <w:rsid w:val="00AA705E"/>
    <w:rsid w:val="00AB29A0"/>
    <w:rsid w:val="00AB3463"/>
    <w:rsid w:val="00AB3775"/>
    <w:rsid w:val="00AB5B85"/>
    <w:rsid w:val="00AD6DE5"/>
    <w:rsid w:val="00AE1404"/>
    <w:rsid w:val="00AF1D02"/>
    <w:rsid w:val="00AF44AF"/>
    <w:rsid w:val="00AF5BEC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71FB6"/>
    <w:rsid w:val="00B73973"/>
    <w:rsid w:val="00B93951"/>
    <w:rsid w:val="00B9508F"/>
    <w:rsid w:val="00B96937"/>
    <w:rsid w:val="00B96D2A"/>
    <w:rsid w:val="00BB7BF3"/>
    <w:rsid w:val="00BC04BA"/>
    <w:rsid w:val="00BC22A9"/>
    <w:rsid w:val="00BC590D"/>
    <w:rsid w:val="00BE22BE"/>
    <w:rsid w:val="00BF0FDA"/>
    <w:rsid w:val="00BF2BDE"/>
    <w:rsid w:val="00C02041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77D24"/>
    <w:rsid w:val="00C818FD"/>
    <w:rsid w:val="00C86D85"/>
    <w:rsid w:val="00C87BC2"/>
    <w:rsid w:val="00CA61D4"/>
    <w:rsid w:val="00CB1475"/>
    <w:rsid w:val="00CB33DF"/>
    <w:rsid w:val="00CC3BBD"/>
    <w:rsid w:val="00CC6322"/>
    <w:rsid w:val="00CD5714"/>
    <w:rsid w:val="00CE262C"/>
    <w:rsid w:val="00CE5C53"/>
    <w:rsid w:val="00CF1DE9"/>
    <w:rsid w:val="00CF73BA"/>
    <w:rsid w:val="00D0360E"/>
    <w:rsid w:val="00D34A5C"/>
    <w:rsid w:val="00D3786F"/>
    <w:rsid w:val="00D66542"/>
    <w:rsid w:val="00D66E2C"/>
    <w:rsid w:val="00D75A1C"/>
    <w:rsid w:val="00D96141"/>
    <w:rsid w:val="00DA5102"/>
    <w:rsid w:val="00DA5B65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52A73"/>
    <w:rsid w:val="00E66240"/>
    <w:rsid w:val="00E73932"/>
    <w:rsid w:val="00EA7E20"/>
    <w:rsid w:val="00EB603A"/>
    <w:rsid w:val="00ED0944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1A99E3A0"/>
    <w:rsid w:val="1BF0C16C"/>
    <w:rsid w:val="1E32BEA4"/>
    <w:rsid w:val="4303399A"/>
    <w:rsid w:val="45EE223D"/>
    <w:rsid w:val="5B0DC2AE"/>
    <w:rsid w:val="5BA0CA20"/>
    <w:rsid w:val="5F29328D"/>
    <w:rsid w:val="64A955B8"/>
    <w:rsid w:val="740F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88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52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2BD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F2BD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F2BDE"/>
    <w:rPr>
      <w:rFonts w:ascii="Calibri" w:eastAsia="Calibri" w:hAnsi="Calibri" w:cs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F2BD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F2BD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E91B3-AC50-4E81-AC6E-91CDCCE04508}">
  <ds:schemaRefs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FD638-0270-4BA7-A9CC-0320561B0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D4499-8D41-4DF9-91A0-7DD27F8C60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5A39C-68B1-4EE0-BD78-095DAE90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43</Words>
  <Characters>265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3</cp:revision>
  <dcterms:created xsi:type="dcterms:W3CDTF">2015-02-04T09:51:00Z</dcterms:created>
  <dcterms:modified xsi:type="dcterms:W3CDTF">2025-01-07T12:49:00Z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d99355e3-124b-4453-9a6e-49239b8a7d61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